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F9E22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557255A4" w14:textId="77777777" w:rsidR="003B3BC8" w:rsidRPr="00F10799" w:rsidRDefault="003B3BC8" w:rsidP="003B3BC8">
      <w:pPr>
        <w:rPr>
          <w:sz w:val="20"/>
          <w:szCs w:val="20"/>
        </w:rPr>
      </w:pPr>
    </w:p>
    <w:p w14:paraId="1E4C65DF" w14:textId="77777777" w:rsidR="003B3BC8" w:rsidRPr="003B3BC8" w:rsidRDefault="003264CD" w:rsidP="00F90F95">
      <w:pPr>
        <w:pStyle w:val="Heading1"/>
      </w:pPr>
      <w:r>
        <w:t>EMPLOYEE BANK ACCOUNT DETAILS</w:t>
      </w:r>
    </w:p>
    <w:p w14:paraId="73ECE810" w14:textId="77777777" w:rsidR="00730AA7" w:rsidRPr="00730AA7" w:rsidRDefault="00730AA7" w:rsidP="003B3BC8">
      <w:pPr>
        <w:rPr>
          <w:b/>
        </w:rPr>
      </w:pPr>
    </w:p>
    <w:p w14:paraId="628F95A9" w14:textId="77777777" w:rsidR="007F30EC" w:rsidRDefault="007F30EC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835"/>
        <w:gridCol w:w="5954"/>
      </w:tblGrid>
      <w:tr w:rsidR="008E5214" w14:paraId="4CE5C38F" w14:textId="77777777" w:rsidTr="00402FD8">
        <w:trPr>
          <w:trHeight w:val="495"/>
        </w:trPr>
        <w:tc>
          <w:tcPr>
            <w:tcW w:w="2835" w:type="dxa"/>
          </w:tcPr>
          <w:p w14:paraId="396D6B4E" w14:textId="77777777" w:rsidR="008E5214" w:rsidRPr="00402FD8" w:rsidRDefault="003264CD" w:rsidP="00E92EC9">
            <w:pPr>
              <w:spacing w:line="480" w:lineRule="auto"/>
              <w:rPr>
                <w:b/>
              </w:rPr>
            </w:pPr>
            <w:r w:rsidRPr="00402FD8">
              <w:rPr>
                <w:b/>
              </w:rPr>
              <w:t>Employee name</w:t>
            </w:r>
          </w:p>
        </w:tc>
        <w:tc>
          <w:tcPr>
            <w:tcW w:w="5954" w:type="dxa"/>
          </w:tcPr>
          <w:p w14:paraId="35BA734B" w14:textId="77777777" w:rsidR="008E5214" w:rsidRDefault="008E5214" w:rsidP="00E92EC9">
            <w:pPr>
              <w:spacing w:line="480" w:lineRule="auto"/>
            </w:pPr>
          </w:p>
        </w:tc>
      </w:tr>
      <w:tr w:rsidR="008E5214" w14:paraId="70C6DA3F" w14:textId="77777777" w:rsidTr="00402FD8">
        <w:trPr>
          <w:trHeight w:val="431"/>
        </w:trPr>
        <w:tc>
          <w:tcPr>
            <w:tcW w:w="2835" w:type="dxa"/>
          </w:tcPr>
          <w:p w14:paraId="258C3173" w14:textId="77777777" w:rsidR="008E5214" w:rsidRPr="00402FD8" w:rsidRDefault="003264CD" w:rsidP="00E92EC9">
            <w:pPr>
              <w:spacing w:line="480" w:lineRule="auto"/>
              <w:rPr>
                <w:b/>
              </w:rPr>
            </w:pPr>
            <w:r w:rsidRPr="00402FD8">
              <w:rPr>
                <w:b/>
              </w:rPr>
              <w:t>Bank/ institution</w:t>
            </w:r>
          </w:p>
        </w:tc>
        <w:tc>
          <w:tcPr>
            <w:tcW w:w="5954" w:type="dxa"/>
          </w:tcPr>
          <w:p w14:paraId="0E51BCDB" w14:textId="77777777" w:rsidR="008E5214" w:rsidRDefault="008E5214" w:rsidP="00E92EC9">
            <w:pPr>
              <w:spacing w:line="480" w:lineRule="auto"/>
            </w:pPr>
          </w:p>
        </w:tc>
      </w:tr>
      <w:tr w:rsidR="008E5214" w14:paraId="2976C197" w14:textId="77777777" w:rsidTr="00402FD8">
        <w:trPr>
          <w:trHeight w:val="409"/>
        </w:trPr>
        <w:tc>
          <w:tcPr>
            <w:tcW w:w="2835" w:type="dxa"/>
          </w:tcPr>
          <w:p w14:paraId="17AFA809" w14:textId="77777777" w:rsidR="008E5214" w:rsidRPr="00402FD8" w:rsidRDefault="003264CD" w:rsidP="00E92EC9">
            <w:pPr>
              <w:spacing w:line="480" w:lineRule="auto"/>
              <w:jc w:val="left"/>
              <w:rPr>
                <w:b/>
              </w:rPr>
            </w:pPr>
            <w:r w:rsidRPr="00402FD8">
              <w:rPr>
                <w:b/>
              </w:rPr>
              <w:t>BSB number</w:t>
            </w:r>
          </w:p>
        </w:tc>
        <w:tc>
          <w:tcPr>
            <w:tcW w:w="5954" w:type="dxa"/>
          </w:tcPr>
          <w:p w14:paraId="48CE3291" w14:textId="77777777" w:rsidR="008E5214" w:rsidRDefault="008E5214" w:rsidP="00E92EC9">
            <w:pPr>
              <w:spacing w:line="480" w:lineRule="auto"/>
            </w:pPr>
          </w:p>
        </w:tc>
      </w:tr>
      <w:tr w:rsidR="008E5214" w14:paraId="285AEC7E" w14:textId="77777777" w:rsidTr="00402FD8">
        <w:trPr>
          <w:trHeight w:val="457"/>
        </w:trPr>
        <w:tc>
          <w:tcPr>
            <w:tcW w:w="2835" w:type="dxa"/>
          </w:tcPr>
          <w:p w14:paraId="4BED7A52" w14:textId="77777777" w:rsidR="008E5214" w:rsidRPr="00402FD8" w:rsidRDefault="003264CD" w:rsidP="00E92EC9">
            <w:pPr>
              <w:spacing w:line="480" w:lineRule="auto"/>
              <w:jc w:val="left"/>
              <w:rPr>
                <w:b/>
              </w:rPr>
            </w:pPr>
            <w:r w:rsidRPr="00402FD8">
              <w:rPr>
                <w:b/>
              </w:rPr>
              <w:t>Account number</w:t>
            </w:r>
          </w:p>
        </w:tc>
        <w:tc>
          <w:tcPr>
            <w:tcW w:w="5954" w:type="dxa"/>
          </w:tcPr>
          <w:p w14:paraId="707A8C07" w14:textId="77777777" w:rsidR="008E5214" w:rsidRPr="00621CE4" w:rsidRDefault="008E5214" w:rsidP="00E92EC9">
            <w:pPr>
              <w:spacing w:line="480" w:lineRule="auto"/>
              <w:rPr>
                <w:b/>
              </w:rPr>
            </w:pPr>
          </w:p>
        </w:tc>
      </w:tr>
    </w:tbl>
    <w:p w14:paraId="432F72AB" w14:textId="77777777" w:rsidR="00AF1AFF" w:rsidRDefault="00AF1AFF" w:rsidP="005A540C">
      <w:pPr>
        <w:tabs>
          <w:tab w:val="left" w:pos="2086"/>
        </w:tabs>
      </w:pPr>
    </w:p>
    <w:p w14:paraId="0E4EDC3F" w14:textId="77777777" w:rsidR="00E92EC9" w:rsidRDefault="00E92EC9" w:rsidP="005A540C">
      <w:pPr>
        <w:tabs>
          <w:tab w:val="left" w:pos="2086"/>
        </w:tabs>
      </w:pPr>
    </w:p>
    <w:tbl>
      <w:tblPr>
        <w:tblStyle w:val="TableGrid1"/>
        <w:tblW w:w="8789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1134"/>
        <w:gridCol w:w="1701"/>
      </w:tblGrid>
      <w:tr w:rsidR="00402FD8" w:rsidRPr="004C02AF" w14:paraId="554F34AE" w14:textId="77777777" w:rsidTr="00402FD8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14:paraId="0264135D" w14:textId="77777777" w:rsidR="00402FD8" w:rsidRPr="004C02AF" w:rsidRDefault="00402FD8" w:rsidP="005E0CC0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Employee s</w:t>
            </w:r>
            <w:r w:rsidRPr="004C02AF">
              <w:rPr>
                <w:b/>
              </w:rPr>
              <w:t>ignature</w:t>
            </w:r>
          </w:p>
        </w:tc>
        <w:tc>
          <w:tcPr>
            <w:tcW w:w="3119" w:type="dxa"/>
          </w:tcPr>
          <w:p w14:paraId="54478C48" w14:textId="77777777" w:rsidR="00402FD8" w:rsidRPr="004C02AF" w:rsidRDefault="00402FD8" w:rsidP="005E0CC0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7DD9A85" w14:textId="77777777" w:rsidR="00402FD8" w:rsidRPr="004C02AF" w:rsidRDefault="00402FD8" w:rsidP="005E0CC0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4C02AF">
              <w:rPr>
                <w:b/>
              </w:rPr>
              <w:t>Date</w:t>
            </w:r>
          </w:p>
        </w:tc>
        <w:tc>
          <w:tcPr>
            <w:tcW w:w="1701" w:type="dxa"/>
          </w:tcPr>
          <w:p w14:paraId="6B7DD487" w14:textId="77777777" w:rsidR="00402FD8" w:rsidRPr="004C02AF" w:rsidRDefault="00402FD8" w:rsidP="005E0CC0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5AA4D7F1" w14:textId="77777777" w:rsidR="00402FD8" w:rsidRDefault="00402FD8" w:rsidP="005A540C">
      <w:pPr>
        <w:tabs>
          <w:tab w:val="left" w:pos="2086"/>
        </w:tabs>
      </w:pPr>
    </w:p>
    <w:p w14:paraId="00FD2580" w14:textId="77777777" w:rsidR="00402FD8" w:rsidRPr="005A540C" w:rsidRDefault="00402FD8" w:rsidP="005A540C">
      <w:pPr>
        <w:tabs>
          <w:tab w:val="left" w:pos="2086"/>
        </w:tabs>
      </w:pPr>
    </w:p>
    <w:sectPr w:rsidR="00402FD8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8DEC0" w14:textId="77777777" w:rsidR="003B3BC8" w:rsidRDefault="003B3BC8" w:rsidP="00F90996">
      <w:r>
        <w:separator/>
      </w:r>
    </w:p>
  </w:endnote>
  <w:endnote w:type="continuationSeparator" w:id="0">
    <w:p w14:paraId="40606672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F8CE" w14:textId="77777777" w:rsidR="009D185F" w:rsidRPr="0086262A" w:rsidRDefault="003264CD" w:rsidP="00CE795B">
    <w:pPr>
      <w:pStyle w:val="Footer"/>
    </w:pPr>
    <w:r>
      <w:t xml:space="preserve">Employee bank account details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92EC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E92EC9">
            <w:rPr>
              <w:noProof/>
            </w:rPr>
            <w:t>1</w:t>
          </w:r>
        </w:fldSimple>
      </w:sdtContent>
    </w:sdt>
  </w:p>
  <w:p w14:paraId="6AEFBA58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45707" w14:textId="77777777" w:rsidR="003B3BC8" w:rsidRDefault="003B3BC8" w:rsidP="00F90996">
      <w:r>
        <w:separator/>
      </w:r>
    </w:p>
  </w:footnote>
  <w:footnote w:type="continuationSeparator" w:id="0">
    <w:p w14:paraId="32ECA6C3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64CD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2FD8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3C24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2EC9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57F892F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402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23ST2XJ3F2FU-1797567310-95013</_dlc_DocId>
    <_dlc_DocIdUrl xmlns="14c5a56e-ced3-43ad-8a76-68a367d68378">
      <Url>https://nadaau.sharepoint.com/_layouts/15/DocIdRedir.aspx?ID=23ST2XJ3F2FU-1797567310-95013</Url>
      <Description>23ST2XJ3F2FU-1797567310-95013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F3AF67-08BE-4B13-B8F8-065B95E97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C006EB-7E1A-423E-9E0E-3F138E48FAF8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A41677D9-A53F-471F-B14F-CC484EAEFC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267C6-7CF7-4277-AA4B-1EC6D92A1CE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E246780-612F-4B3E-BDB7-909E9B70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2021-04-21T03:01:00Z</dcterms:created>
  <dcterms:modified xsi:type="dcterms:W3CDTF">2021-04-21T03:01:00Z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cf89981e-8d12-4cac-b81d-42e2303987e5</vt:lpwstr>
  </property>
</Properties>
</file>